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06" w:rsidRPr="004649B2" w:rsidRDefault="00D16F06" w:rsidP="002371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D16F06" w:rsidRPr="004649B2" w:rsidRDefault="00D16F06" w:rsidP="002371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1C3C">
        <w:t xml:space="preserve">                                                                                                                                      </w:t>
      </w:r>
      <w:r>
        <w:t xml:space="preserve">                                      </w:t>
      </w:r>
      <w:r w:rsidRPr="004649B2">
        <w:rPr>
          <w:rFonts w:ascii="Times New Roman" w:hAnsi="Times New Roman"/>
          <w:sz w:val="24"/>
          <w:szCs w:val="24"/>
        </w:rPr>
        <w:t xml:space="preserve">к целевой программе Березовского района   </w:t>
      </w:r>
    </w:p>
    <w:p w:rsidR="00D16F06" w:rsidRDefault="00D16F06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49B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2A1C3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Централизованное электроснабжение населённых </w:t>
      </w:r>
    </w:p>
    <w:p w:rsidR="00D16F06" w:rsidRPr="00FF5972" w:rsidRDefault="00D16F06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пунктов </w:t>
      </w:r>
      <w:r w:rsidRPr="002A1C3C">
        <w:rPr>
          <w:rFonts w:ascii="Times New Roman" w:hAnsi="Times New Roman" w:cs="Times New Roman"/>
          <w:bCs/>
          <w:sz w:val="24"/>
          <w:szCs w:val="24"/>
        </w:rPr>
        <w:t>Березовского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1C3C">
        <w:rPr>
          <w:rFonts w:ascii="Times New Roman" w:hAnsi="Times New Roman" w:cs="Times New Roman"/>
          <w:bCs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на 2011 - 2013 годы и на </w:t>
      </w:r>
    </w:p>
    <w:p w:rsidR="00D16F06" w:rsidRPr="002A1C3C" w:rsidRDefault="00D16F06" w:rsidP="0023714D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перспективу до 2015 года</w:t>
      </w:r>
      <w:r w:rsidRPr="002A1C3C">
        <w:rPr>
          <w:rFonts w:ascii="Times New Roman" w:hAnsi="Times New Roman" w:cs="Times New Roman"/>
          <w:sz w:val="24"/>
          <w:szCs w:val="24"/>
        </w:rPr>
        <w:t>»</w:t>
      </w:r>
    </w:p>
    <w:p w:rsidR="00D16F06" w:rsidRPr="006A5537" w:rsidRDefault="00D16F06" w:rsidP="006A553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16F06" w:rsidRDefault="00D16F06" w:rsidP="004649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6F06" w:rsidRPr="009A6768" w:rsidRDefault="00D16F06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ПЕРЕЧЕНЬ</w:t>
      </w:r>
    </w:p>
    <w:p w:rsidR="00D16F06" w:rsidRPr="009A6768" w:rsidRDefault="00D16F06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программных мероприятий целевой программы</w:t>
      </w:r>
    </w:p>
    <w:p w:rsidR="00D16F06" w:rsidRDefault="00D16F06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  <w:r w:rsidRPr="009A6768">
        <w:rPr>
          <w:rFonts w:ascii="Times New Roman" w:hAnsi="Times New Roman"/>
          <w:sz w:val="26"/>
        </w:rPr>
        <w:t>Березовского района</w:t>
      </w:r>
    </w:p>
    <w:p w:rsidR="00D16F06" w:rsidRDefault="00D16F06" w:rsidP="004649B2">
      <w:pPr>
        <w:pStyle w:val="ConsPlusTitle"/>
        <w:widowControl/>
        <w:jc w:val="center"/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"/>
        <w:gridCol w:w="800"/>
        <w:gridCol w:w="2439"/>
        <w:gridCol w:w="1926"/>
        <w:gridCol w:w="1056"/>
        <w:gridCol w:w="1056"/>
        <w:gridCol w:w="1056"/>
        <w:gridCol w:w="936"/>
        <w:gridCol w:w="1056"/>
        <w:gridCol w:w="779"/>
        <w:gridCol w:w="1461"/>
        <w:gridCol w:w="1922"/>
      </w:tblGrid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39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1926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939" w:type="dxa"/>
            <w:gridSpan w:val="6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Финансовые затраты на реализацию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83" w:type="dxa"/>
            <w:gridSpan w:val="5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1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22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16F06" w:rsidRPr="00F3369A" w:rsidTr="00F3369A">
        <w:tc>
          <w:tcPr>
            <w:tcW w:w="14503" w:type="dxa"/>
            <w:gridSpan w:val="12"/>
          </w:tcPr>
          <w:p w:rsidR="00D16F06" w:rsidRPr="00CC6024" w:rsidRDefault="00D16F06" w:rsidP="00CC6024">
            <w:pPr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 xml:space="preserve">I. Цель Программы: </w:t>
            </w:r>
            <w:r w:rsidRPr="00CC6024">
              <w:rPr>
                <w:rFonts w:ascii="Times New Roman" w:hAnsi="Times New Roman"/>
                <w:b/>
                <w:sz w:val="24"/>
                <w:szCs w:val="24"/>
              </w:rPr>
              <w:t>Удовлетворение потребностей населения в предоставлении бесперебойного, стабильного и качественного электроснабжения в  населенных пунктах Березовского района</w:t>
            </w:r>
          </w:p>
        </w:tc>
      </w:tr>
      <w:tr w:rsidR="00D16F06" w:rsidRPr="00F3369A" w:rsidTr="00F3369A">
        <w:tc>
          <w:tcPr>
            <w:tcW w:w="14503" w:type="dxa"/>
            <w:gridSpan w:val="12"/>
          </w:tcPr>
          <w:p w:rsidR="00D16F06" w:rsidRPr="00CC6024" w:rsidRDefault="00D16F06" w:rsidP="00CC6024">
            <w:pPr>
              <w:pStyle w:val="BlockText"/>
              <w:spacing w:line="240" w:lineRule="auto"/>
              <w:ind w:left="0" w:right="-8"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F3369A">
              <w:rPr>
                <w:rFonts w:ascii="Times New Roman" w:hAnsi="Times New Roman"/>
                <w:b/>
                <w:szCs w:val="24"/>
              </w:rPr>
              <w:t xml:space="preserve">Задача 1. </w:t>
            </w:r>
            <w:r w:rsidRPr="00F3369A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r w:rsidRPr="0026144B">
              <w:rPr>
                <w:rFonts w:ascii="Times New Roman" w:hAnsi="Times New Roman"/>
                <w:b/>
                <w:sz w:val="22"/>
                <w:szCs w:val="22"/>
              </w:rPr>
              <w:t>Повышение надёжности и снижение длительности перерыво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электроснабжения потребителей, п</w:t>
            </w:r>
            <w:r w:rsidRPr="0026144B">
              <w:rPr>
                <w:rFonts w:ascii="Times New Roman" w:hAnsi="Times New Roman"/>
                <w:b/>
                <w:sz w:val="22"/>
                <w:szCs w:val="22"/>
              </w:rPr>
              <w:t xml:space="preserve">овышение пропускной способности линий электропередачи и снижение транспортных потерь электроэнергии. </w:t>
            </w:r>
          </w:p>
        </w:tc>
      </w:tr>
      <w:tr w:rsidR="00D16F06" w:rsidRPr="00C942FD" w:rsidTr="00F3369A">
        <w:tc>
          <w:tcPr>
            <w:tcW w:w="14503" w:type="dxa"/>
            <w:gridSpan w:val="12"/>
          </w:tcPr>
          <w:p w:rsidR="00D16F06" w:rsidRPr="00C942FD" w:rsidRDefault="00D16F06" w:rsidP="00C942FD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2FD">
              <w:rPr>
                <w:rFonts w:ascii="Times New Roman" w:hAnsi="Times New Roman"/>
                <w:sz w:val="24"/>
                <w:szCs w:val="24"/>
              </w:rPr>
              <w:t>Реконструкция внутрипоселковых электрических сетей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D079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39" w:type="dxa"/>
            <w:vMerge w:val="restart"/>
          </w:tcPr>
          <w:p w:rsidR="00D16F06" w:rsidRPr="002445AA" w:rsidRDefault="00D16F06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45AA">
              <w:rPr>
                <w:rFonts w:ascii="Times New Roman" w:hAnsi="Times New Roman"/>
                <w:sz w:val="24"/>
                <w:szCs w:val="24"/>
              </w:rPr>
              <w:t>«Инженерные сети электроснабжения жилых домов по ул. Молодёжная в пгт. Игрим, Бер</w:t>
            </w:r>
            <w:r>
              <w:rPr>
                <w:rFonts w:ascii="Times New Roman" w:hAnsi="Times New Roman"/>
                <w:sz w:val="24"/>
                <w:szCs w:val="24"/>
              </w:rPr>
              <w:t>езовского района, ХМАО-Югры» (СМ</w:t>
            </w:r>
            <w:r w:rsidRPr="002445AA">
              <w:rPr>
                <w:rFonts w:ascii="Times New Roman" w:hAnsi="Times New Roman"/>
                <w:sz w:val="24"/>
                <w:szCs w:val="24"/>
              </w:rPr>
              <w:t xml:space="preserve">Р) </w:t>
            </w:r>
          </w:p>
          <w:p w:rsidR="00D16F06" w:rsidRPr="00F3369A" w:rsidRDefault="00D16F06" w:rsidP="00F336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9 321,1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957,9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8 363,2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2012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Начать проведение строительно – монтажных работ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8 855,0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7 945,0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466,1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внебюджетные источники</w:t>
            </w:r>
          </w:p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439" w:type="dxa"/>
            <w:vMerge w:val="restart"/>
          </w:tcPr>
          <w:p w:rsidR="00D16F06" w:rsidRPr="002445AA" w:rsidRDefault="00D16F06" w:rsidP="00861A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45AA">
              <w:rPr>
                <w:rFonts w:ascii="Times New Roman" w:hAnsi="Times New Roman"/>
                <w:sz w:val="24"/>
                <w:szCs w:val="24"/>
              </w:rPr>
              <w:t>«Инженерные сети электроснабжения жилых домов по ул. Молодёжная в пгт. Игрим, Бер</w:t>
            </w:r>
            <w:r>
              <w:rPr>
                <w:rFonts w:ascii="Times New Roman" w:hAnsi="Times New Roman"/>
                <w:sz w:val="24"/>
                <w:szCs w:val="24"/>
              </w:rPr>
              <w:t>езовского района, ХМАО-Югры» (ПИ</w:t>
            </w:r>
            <w:r w:rsidRPr="002445AA">
              <w:rPr>
                <w:rFonts w:ascii="Times New Roman" w:hAnsi="Times New Roman"/>
                <w:sz w:val="24"/>
                <w:szCs w:val="24"/>
              </w:rPr>
              <w:t xml:space="preserve">Р)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A35A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A35A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942,915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942,915</w:t>
            </w:r>
          </w:p>
        </w:tc>
        <w:tc>
          <w:tcPr>
            <w:tcW w:w="93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2012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проектно-изыскательские работы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A35A64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942,915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942,915</w:t>
            </w:r>
          </w:p>
        </w:tc>
        <w:tc>
          <w:tcPr>
            <w:tcW w:w="93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439" w:type="dxa"/>
            <w:vMerge w:val="restart"/>
          </w:tcPr>
          <w:p w:rsidR="00D16F06" w:rsidRPr="00672FED" w:rsidRDefault="00D16F06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FED">
              <w:rPr>
                <w:rFonts w:ascii="Times New Roman" w:hAnsi="Times New Roman"/>
                <w:sz w:val="24"/>
                <w:szCs w:val="24"/>
              </w:rPr>
              <w:t>«Реконструкция сетей электроснабжения пгт.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Игрим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  <w:p w:rsidR="00D16F06" w:rsidRPr="00F3369A" w:rsidRDefault="00D16F06" w:rsidP="00672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FE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10 793,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056" w:type="dxa"/>
          </w:tcPr>
          <w:p w:rsidR="00D16F06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9 749,1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2012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линий 0,38 кВ – </w:t>
            </w:r>
            <w:smartTag w:uri="urn:schemas-microsoft-com:office:smarttags" w:element="metricconverter">
              <w:smartTagPr>
                <w:attr w:name="ProductID" w:val="2,59 к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2,59 км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.; устройство линий 6 кВ – </w:t>
            </w:r>
            <w:smartTag w:uri="urn:schemas-microsoft-com:office:smarttags" w:element="metricconverter">
              <w:smartTagPr>
                <w:attr w:name="ProductID" w:val="0,288 к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0,288 км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.; устройство вводов 0,38 кВ – 59 шт.; устройство железобетонных опор ВЛ 6 кВ – 4 шт.; устройство трансфор-маторных подстанций: ТП-250 – 1 шт, ТП-400 – 2 шт. 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9 090,0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9 090,0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672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1 703, 156</w:t>
            </w:r>
          </w:p>
        </w:tc>
        <w:tc>
          <w:tcPr>
            <w:tcW w:w="1056" w:type="dxa"/>
          </w:tcPr>
          <w:p w:rsidR="00D16F06" w:rsidRDefault="00D16F06" w:rsidP="00C530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</w:t>
            </w:r>
          </w:p>
          <w:p w:rsidR="00D16F06" w:rsidRPr="00F3369A" w:rsidRDefault="00D16F06" w:rsidP="00C530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056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659,1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672FED" w:rsidRDefault="00D16F06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FED">
              <w:rPr>
                <w:rFonts w:ascii="Times New Roman" w:hAnsi="Times New Roman"/>
                <w:sz w:val="24"/>
                <w:szCs w:val="24"/>
              </w:rPr>
              <w:t xml:space="preserve">Инженерные изыскания для объекта «Реконструкция сетей электроснабжения пгт. Игрим 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494,302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494,302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инженерные изыскания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494,302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494,302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Корректировка проектно-сметной документации в соответствии с ПП  РФ №87 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 xml:space="preserve">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3369A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F3369A">
              <w:rPr>
                <w:rFonts w:ascii="Times New Roman" w:hAnsi="Times New Roman"/>
                <w:sz w:val="24"/>
                <w:szCs w:val="24"/>
              </w:rPr>
              <w:t>.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«Реконструкция сетей электроснабжения пгт. Игрим Березовского района  </w:t>
            </w:r>
            <w:r w:rsidRPr="00672FE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2FED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Третий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корректировку проектно-сметной документации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7D09F1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4945E3" w:rsidRDefault="00D16F06" w:rsidP="004945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5E3">
              <w:rPr>
                <w:rFonts w:ascii="Times New Roman" w:hAnsi="Times New Roman"/>
                <w:sz w:val="24"/>
                <w:szCs w:val="24"/>
              </w:rPr>
              <w:t xml:space="preserve">Проведение санитарно-эпидемиологической экспертизы земельного участка объекта «Реконструкция сетей электроснабжения пгт. Игрим Березовского района  </w:t>
            </w:r>
            <w:r w:rsidRPr="004945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19,254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19,254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>ение санитарно-эпидемиоло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>гической экспертизы земельного участка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7D09F1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19,254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19,254</w:t>
            </w:r>
          </w:p>
        </w:tc>
        <w:tc>
          <w:tcPr>
            <w:tcW w:w="1056" w:type="dxa"/>
          </w:tcPr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F06" w:rsidRPr="00F3369A" w:rsidRDefault="00D16F06" w:rsidP="00D07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4945E3" w:rsidRDefault="00D16F06" w:rsidP="004945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5E3">
              <w:rPr>
                <w:rFonts w:ascii="Times New Roman" w:hAnsi="Times New Roman"/>
                <w:sz w:val="24"/>
                <w:szCs w:val="24"/>
              </w:rPr>
              <w:t xml:space="preserve">Проведение межевых работ земельного участка объекта «Реконструкция сетей электроснабжения пгт. Игрим Березовского района  </w:t>
            </w:r>
            <w:r w:rsidRPr="004945E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945E3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7D09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Завершить межевые работы земельного участка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7D09F1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7D0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7667F4" w:rsidRDefault="00D16F06" w:rsidP="00672F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7F4">
              <w:rPr>
                <w:rFonts w:ascii="Times New Roman" w:hAnsi="Times New Roman"/>
                <w:sz w:val="24"/>
                <w:szCs w:val="24"/>
              </w:rPr>
              <w:t xml:space="preserve">Проведение государственной экспертизы проекта «Реконструкция сетей электроснабжения пгт. Игрим Березовского района  </w:t>
            </w:r>
            <w:r w:rsidRPr="007667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312,5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312,5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312,5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312,5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 w:val="restart"/>
          </w:tcPr>
          <w:p w:rsidR="00D16F06" w:rsidRPr="00F3369A" w:rsidRDefault="00D16F06" w:rsidP="00766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проверки достоверности определения сметной стоимости объекта капитального строительства по проектной документации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«Реконструкция сетей электроснабжения пгт. Игрим Березовского района  </w:t>
            </w:r>
            <w:r w:rsidRPr="007667F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667F4">
              <w:rPr>
                <w:rFonts w:ascii="Times New Roman" w:hAnsi="Times New Roman"/>
                <w:sz w:val="24"/>
                <w:szCs w:val="24"/>
              </w:rPr>
              <w:t xml:space="preserve"> этап»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Четвёртый квартал 2011 года</w:t>
            </w: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439" w:type="dxa"/>
            <w:vMerge w:val="restart"/>
          </w:tcPr>
          <w:p w:rsidR="00D16F06" w:rsidRPr="00D079E2" w:rsidRDefault="00D16F06" w:rsidP="00303E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>Реконструкция сетей электроснабжения пгт. Игрим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Березовского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ХМАО-Югры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9E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(СМР)</w:t>
            </w:r>
            <w:r w:rsidRPr="00D07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2 163,2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2 163,2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2 055,0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2 055,0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439" w:type="dxa"/>
            <w:vMerge w:val="restart"/>
          </w:tcPr>
          <w:p w:rsidR="00D16F06" w:rsidRPr="00F3369A" w:rsidRDefault="00D16F06" w:rsidP="00C942F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4048E">
              <w:rPr>
                <w:rFonts w:ascii="Times New Roman" w:hAnsi="Times New Roman"/>
                <w:sz w:val="24"/>
                <w:szCs w:val="24"/>
              </w:rPr>
              <w:t xml:space="preserve">Реконструкция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внутрипоселковых </w:t>
            </w:r>
            <w:r w:rsidRPr="0014048E">
              <w:rPr>
                <w:rFonts w:ascii="Times New Roman" w:hAnsi="Times New Roman"/>
                <w:sz w:val="24"/>
                <w:szCs w:val="24"/>
              </w:rPr>
              <w:t xml:space="preserve">сетей </w:t>
            </w:r>
            <w:r>
              <w:rPr>
                <w:rFonts w:ascii="Times New Roman" w:hAnsi="Times New Roman"/>
                <w:sz w:val="24"/>
                <w:szCs w:val="24"/>
              </w:rPr>
              <w:t>электроснабжения в д. Ломбовож, Кимкъясуй, Дёмино</w:t>
            </w:r>
            <w:r w:rsidRPr="0014048E">
              <w:rPr>
                <w:rFonts w:ascii="Times New Roman" w:hAnsi="Times New Roman"/>
                <w:sz w:val="24"/>
                <w:szCs w:val="24"/>
              </w:rPr>
              <w:t xml:space="preserve"> Березовского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ХМАО-Югры» (СМ</w:t>
            </w:r>
            <w:r w:rsidRPr="0014048E">
              <w:rPr>
                <w:rFonts w:ascii="Times New Roman" w:hAnsi="Times New Roman"/>
                <w:sz w:val="24"/>
                <w:szCs w:val="24"/>
              </w:rPr>
              <w:t>Р)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Default="00D16F06" w:rsidP="002B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102 105,</w:t>
            </w:r>
          </w:p>
          <w:p w:rsidR="00D16F06" w:rsidRPr="00F3369A" w:rsidRDefault="00D16F06" w:rsidP="002B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102 105,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Default="00D16F06" w:rsidP="002B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97 000,</w:t>
            </w:r>
          </w:p>
          <w:p w:rsidR="00D16F06" w:rsidRPr="00F3369A" w:rsidRDefault="00D16F06" w:rsidP="002B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97 000,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 xml:space="preserve"> бюджет 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5 105,3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5 105,3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Задаче 1:</w:t>
            </w: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125 325, 671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1 044, 056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11 649, 915</w:t>
            </w:r>
          </w:p>
        </w:tc>
        <w:tc>
          <w:tcPr>
            <w:tcW w:w="936" w:type="dxa"/>
          </w:tcPr>
          <w:p w:rsidR="00D16F06" w:rsidRPr="00F3369A" w:rsidRDefault="00D16F06" w:rsidP="008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10 526, 4</w:t>
            </w:r>
          </w:p>
        </w:tc>
        <w:tc>
          <w:tcPr>
            <w:tcW w:w="1056" w:type="dxa"/>
          </w:tcPr>
          <w:p w:rsidR="00D16F06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102 105,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117 000, 0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8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10 000, 0</w:t>
            </w:r>
          </w:p>
        </w:tc>
        <w:tc>
          <w:tcPr>
            <w:tcW w:w="1056" w:type="dxa"/>
          </w:tcPr>
          <w:p w:rsidR="00D16F06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97 000,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8 325, 671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1 044, 056</w:t>
            </w:r>
          </w:p>
        </w:tc>
        <w:tc>
          <w:tcPr>
            <w:tcW w:w="1056" w:type="dxa"/>
          </w:tcPr>
          <w:p w:rsidR="00D16F06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1 649,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936" w:type="dxa"/>
          </w:tcPr>
          <w:p w:rsidR="00D16F06" w:rsidRPr="00F3369A" w:rsidRDefault="00D16F06" w:rsidP="008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526,4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5 105,3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861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0C6FDF">
        <w:tc>
          <w:tcPr>
            <w:tcW w:w="14503" w:type="dxa"/>
            <w:gridSpan w:val="12"/>
          </w:tcPr>
          <w:p w:rsidR="00D16F06" w:rsidRPr="00E851F8" w:rsidRDefault="00D16F06" w:rsidP="00E851F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1F8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 Возмещение недополученных доходов организациями, осуществляющими реализацию электрической энергии  населению и приравненным к категории потребителям, предприятиям жилищно-коммунального и агропромышленного комплекс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ов,</w:t>
            </w:r>
            <w:r w:rsidRPr="00E85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субъектам малого и среднего предпринимательства, организациям бюджетной сферы</w:t>
            </w:r>
          </w:p>
        </w:tc>
      </w:tr>
      <w:tr w:rsidR="00D16F06" w:rsidRPr="00F3369A" w:rsidTr="008718EF">
        <w:tc>
          <w:tcPr>
            <w:tcW w:w="816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  <w:vMerge w:val="restart"/>
          </w:tcPr>
          <w:p w:rsidR="00D16F06" w:rsidRPr="008D0D50" w:rsidRDefault="00D16F06" w:rsidP="00E85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D50">
              <w:rPr>
                <w:rFonts w:ascii="Times New Roman" w:hAnsi="Times New Roman"/>
                <w:sz w:val="24"/>
                <w:szCs w:val="24"/>
              </w:rPr>
              <w:t xml:space="preserve">Возмещение недополученных доходов организациями, осуществляющими реализацию электрической энергии  </w:t>
            </w: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439 729, 2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287 275, 2</w:t>
            </w:r>
          </w:p>
        </w:tc>
        <w:tc>
          <w:tcPr>
            <w:tcW w:w="1056" w:type="dxa"/>
          </w:tcPr>
          <w:p w:rsidR="00D16F06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152 454,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433 856, 4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284 402, 4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149 454, 0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816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5 872,8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2 872, 8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Задаче 2:</w:t>
            </w: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E044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439 729, 2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287 275, 2</w:t>
            </w:r>
          </w:p>
        </w:tc>
        <w:tc>
          <w:tcPr>
            <w:tcW w:w="1056" w:type="dxa"/>
          </w:tcPr>
          <w:p w:rsidR="00D16F06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152 454,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433 856, 4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284 402, 4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149 454, 0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c>
          <w:tcPr>
            <w:tcW w:w="3255" w:type="dxa"/>
            <w:gridSpan w:val="3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E044AE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5 872,8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2 872, 8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93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056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E044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rPr>
          <w:gridBefore w:val="1"/>
          <w:wBefore w:w="16" w:type="dxa"/>
        </w:trPr>
        <w:tc>
          <w:tcPr>
            <w:tcW w:w="3239" w:type="dxa"/>
            <w:gridSpan w:val="2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Pr="00F3369A">
              <w:rPr>
                <w:rFonts w:ascii="Times New Roman" w:hAnsi="Times New Roman"/>
                <w:sz w:val="24"/>
                <w:szCs w:val="24"/>
              </w:rPr>
              <w:t xml:space="preserve"> по программе:</w:t>
            </w: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369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D16F06" w:rsidRPr="00F3369A" w:rsidRDefault="00D16F06" w:rsidP="00F336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565 054, 871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288 319, 256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164 103, 915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10 526, 4</w:t>
            </w:r>
          </w:p>
        </w:tc>
        <w:tc>
          <w:tcPr>
            <w:tcW w:w="1056" w:type="dxa"/>
          </w:tcPr>
          <w:p w:rsidR="00D16F06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102 105,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rPr>
          <w:gridBefore w:val="1"/>
          <w:wBefore w:w="16" w:type="dxa"/>
        </w:trPr>
        <w:tc>
          <w:tcPr>
            <w:tcW w:w="3239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550 856, 4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284 402, 4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159 454, 0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10 000, 0</w:t>
            </w:r>
          </w:p>
        </w:tc>
        <w:tc>
          <w:tcPr>
            <w:tcW w:w="1056" w:type="dxa"/>
          </w:tcPr>
          <w:p w:rsidR="00D16F06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97 000,</w:t>
            </w:r>
          </w:p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rPr>
          <w:gridBefore w:val="1"/>
          <w:wBefore w:w="16" w:type="dxa"/>
        </w:trPr>
        <w:tc>
          <w:tcPr>
            <w:tcW w:w="3239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369A">
              <w:rPr>
                <w:sz w:val="24"/>
                <w:szCs w:val="24"/>
              </w:rPr>
              <w:t>бюджет</w:t>
            </w:r>
          </w:p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14 198, 471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3 916, 856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4 649, 915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526,4</w:t>
            </w:r>
          </w:p>
        </w:tc>
        <w:tc>
          <w:tcPr>
            <w:tcW w:w="1056" w:type="dxa"/>
          </w:tcPr>
          <w:p w:rsidR="00D16F06" w:rsidRPr="00F3369A" w:rsidRDefault="00D16F06" w:rsidP="00A35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5 105,3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6F06" w:rsidRPr="00F3369A" w:rsidTr="008718EF">
        <w:trPr>
          <w:gridBefore w:val="1"/>
          <w:wBefore w:w="16" w:type="dxa"/>
        </w:trPr>
        <w:tc>
          <w:tcPr>
            <w:tcW w:w="3239" w:type="dxa"/>
            <w:gridSpan w:val="2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6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</w:tcPr>
          <w:p w:rsidR="00D16F06" w:rsidRPr="00F3369A" w:rsidRDefault="00D16F06" w:rsidP="00F336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6F06" w:rsidRPr="004649B2" w:rsidRDefault="00D16F06" w:rsidP="002918C5">
      <w:pPr>
        <w:spacing w:after="0"/>
        <w:rPr>
          <w:rFonts w:ascii="Times New Roman" w:hAnsi="Times New Roman"/>
        </w:rPr>
      </w:pPr>
    </w:p>
    <w:sectPr w:rsidR="00D16F06" w:rsidRPr="004649B2" w:rsidSect="0023714D"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81E"/>
    <w:multiLevelType w:val="hybridMultilevel"/>
    <w:tmpl w:val="3D0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7C4C5C"/>
    <w:multiLevelType w:val="hybridMultilevel"/>
    <w:tmpl w:val="88F241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9B2"/>
    <w:rsid w:val="000870D1"/>
    <w:rsid w:val="000C6FDF"/>
    <w:rsid w:val="000F4165"/>
    <w:rsid w:val="001276AA"/>
    <w:rsid w:val="0014048E"/>
    <w:rsid w:val="0014482D"/>
    <w:rsid w:val="001B480D"/>
    <w:rsid w:val="001F1FE7"/>
    <w:rsid w:val="002033DD"/>
    <w:rsid w:val="00223130"/>
    <w:rsid w:val="0023714D"/>
    <w:rsid w:val="0024229E"/>
    <w:rsid w:val="002445AA"/>
    <w:rsid w:val="0026144B"/>
    <w:rsid w:val="002907E0"/>
    <w:rsid w:val="002918C5"/>
    <w:rsid w:val="002A1C3C"/>
    <w:rsid w:val="002A3A01"/>
    <w:rsid w:val="002B2E17"/>
    <w:rsid w:val="002B63DB"/>
    <w:rsid w:val="002E0FE2"/>
    <w:rsid w:val="002E1BEC"/>
    <w:rsid w:val="002F43EF"/>
    <w:rsid w:val="00303EF0"/>
    <w:rsid w:val="0030483E"/>
    <w:rsid w:val="0034326F"/>
    <w:rsid w:val="003507F9"/>
    <w:rsid w:val="003525C5"/>
    <w:rsid w:val="003725F4"/>
    <w:rsid w:val="003E7A59"/>
    <w:rsid w:val="00452979"/>
    <w:rsid w:val="00453139"/>
    <w:rsid w:val="004649B2"/>
    <w:rsid w:val="00466DFD"/>
    <w:rsid w:val="004945E3"/>
    <w:rsid w:val="004A3BF8"/>
    <w:rsid w:val="004D73DA"/>
    <w:rsid w:val="004E34A0"/>
    <w:rsid w:val="00513772"/>
    <w:rsid w:val="0056564E"/>
    <w:rsid w:val="00576488"/>
    <w:rsid w:val="005A01ED"/>
    <w:rsid w:val="005B2F18"/>
    <w:rsid w:val="00635774"/>
    <w:rsid w:val="00652952"/>
    <w:rsid w:val="00660A00"/>
    <w:rsid w:val="00672FED"/>
    <w:rsid w:val="00691D03"/>
    <w:rsid w:val="006A5537"/>
    <w:rsid w:val="006F764D"/>
    <w:rsid w:val="00740550"/>
    <w:rsid w:val="00760334"/>
    <w:rsid w:val="007667F4"/>
    <w:rsid w:val="00796843"/>
    <w:rsid w:val="007D09F1"/>
    <w:rsid w:val="008107E7"/>
    <w:rsid w:val="00810B99"/>
    <w:rsid w:val="00835D54"/>
    <w:rsid w:val="008538C7"/>
    <w:rsid w:val="00861AF0"/>
    <w:rsid w:val="00864D07"/>
    <w:rsid w:val="008718EF"/>
    <w:rsid w:val="00871DE4"/>
    <w:rsid w:val="00887EE8"/>
    <w:rsid w:val="008A2731"/>
    <w:rsid w:val="008C30A2"/>
    <w:rsid w:val="008C3C93"/>
    <w:rsid w:val="008C5D31"/>
    <w:rsid w:val="008D042F"/>
    <w:rsid w:val="008D0D50"/>
    <w:rsid w:val="00903558"/>
    <w:rsid w:val="009553AB"/>
    <w:rsid w:val="009614DC"/>
    <w:rsid w:val="00973F57"/>
    <w:rsid w:val="009776C8"/>
    <w:rsid w:val="009A2048"/>
    <w:rsid w:val="009A6768"/>
    <w:rsid w:val="009C4272"/>
    <w:rsid w:val="009C428C"/>
    <w:rsid w:val="009D3DA2"/>
    <w:rsid w:val="00A15B07"/>
    <w:rsid w:val="00A3421E"/>
    <w:rsid w:val="00A35A64"/>
    <w:rsid w:val="00A66785"/>
    <w:rsid w:val="00A879CB"/>
    <w:rsid w:val="00A95820"/>
    <w:rsid w:val="00AA1517"/>
    <w:rsid w:val="00AA353E"/>
    <w:rsid w:val="00AC595A"/>
    <w:rsid w:val="00B03506"/>
    <w:rsid w:val="00B171C4"/>
    <w:rsid w:val="00B64F69"/>
    <w:rsid w:val="00B75CC6"/>
    <w:rsid w:val="00BB160F"/>
    <w:rsid w:val="00BD39FC"/>
    <w:rsid w:val="00C315BA"/>
    <w:rsid w:val="00C530CD"/>
    <w:rsid w:val="00C8578A"/>
    <w:rsid w:val="00C942FD"/>
    <w:rsid w:val="00CA3ED1"/>
    <w:rsid w:val="00CC1DAA"/>
    <w:rsid w:val="00CC5A93"/>
    <w:rsid w:val="00CC6024"/>
    <w:rsid w:val="00CD28CC"/>
    <w:rsid w:val="00D079E2"/>
    <w:rsid w:val="00D16F06"/>
    <w:rsid w:val="00D24D15"/>
    <w:rsid w:val="00D40DC8"/>
    <w:rsid w:val="00D66B8E"/>
    <w:rsid w:val="00D700D7"/>
    <w:rsid w:val="00D70EA6"/>
    <w:rsid w:val="00D74C5A"/>
    <w:rsid w:val="00DA0E06"/>
    <w:rsid w:val="00DA59CC"/>
    <w:rsid w:val="00DD560B"/>
    <w:rsid w:val="00E044AE"/>
    <w:rsid w:val="00E61BAE"/>
    <w:rsid w:val="00E851F8"/>
    <w:rsid w:val="00E96BBD"/>
    <w:rsid w:val="00F311CB"/>
    <w:rsid w:val="00F3369A"/>
    <w:rsid w:val="00F6054E"/>
    <w:rsid w:val="00F64E47"/>
    <w:rsid w:val="00F9261C"/>
    <w:rsid w:val="00FF11D6"/>
    <w:rsid w:val="00FF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C9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49B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649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rsid w:val="0014482D"/>
    <w:pPr>
      <w:widowControl w:val="0"/>
      <w:spacing w:after="0" w:line="320" w:lineRule="auto"/>
      <w:ind w:left="1200" w:right="400" w:firstLine="2720"/>
      <w:jc w:val="center"/>
    </w:pPr>
    <w:rPr>
      <w:rFonts w:ascii="Arial" w:hAnsi="Arial"/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14482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4482D"/>
    <w:rPr>
      <w:rFonts w:ascii="Times New Roman" w:hAnsi="Times New Roman" w:cs="Times New Roman"/>
      <w:sz w:val="20"/>
      <w:szCs w:val="20"/>
    </w:rPr>
  </w:style>
  <w:style w:type="paragraph" w:customStyle="1" w:styleId="FR5">
    <w:name w:val="FR5"/>
    <w:uiPriority w:val="99"/>
    <w:rsid w:val="000F4165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  <w:szCs w:val="20"/>
    </w:rPr>
  </w:style>
  <w:style w:type="paragraph" w:customStyle="1" w:styleId="ConsPlusNormal">
    <w:name w:val="ConsPlusNormal"/>
    <w:uiPriority w:val="99"/>
    <w:rsid w:val="00810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5D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994</TotalTime>
  <Pages>5</Pages>
  <Words>985</Words>
  <Characters>5619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Ханенкова</cp:lastModifiedBy>
  <cp:revision>13</cp:revision>
  <cp:lastPrinted>2012-05-11T10:22:00Z</cp:lastPrinted>
  <dcterms:created xsi:type="dcterms:W3CDTF">2012-05-01T03:33:00Z</dcterms:created>
  <dcterms:modified xsi:type="dcterms:W3CDTF">2012-07-13T04:05:00Z</dcterms:modified>
</cp:coreProperties>
</file>